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3F7C1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44C4732A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3F82FA1C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1EC1D493" w14:textId="77777777" w:rsidR="00C416F1" w:rsidRDefault="00C416F1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Anexa 1</w:t>
      </w:r>
      <w:r w:rsidR="006E65FC">
        <w:rPr>
          <w:rFonts w:ascii="Calibri" w:hAnsi="Calibri"/>
          <w:sz w:val="24"/>
        </w:rPr>
        <w:t>0</w:t>
      </w:r>
      <w:r w:rsidRPr="00C416F1">
        <w:rPr>
          <w:rFonts w:ascii="Calibri" w:hAnsi="Calibri"/>
          <w:sz w:val="24"/>
        </w:rPr>
        <w:t xml:space="preserve"> </w:t>
      </w:r>
    </w:p>
    <w:p w14:paraId="0D04BB0F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0988F602" w14:textId="77777777" w:rsidR="00917802" w:rsidRPr="00C416F1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6652701C" w14:textId="77777777" w:rsidR="00C416F1" w:rsidRPr="00C416F1" w:rsidRDefault="00C416F1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03A3C3A8" w14:textId="77777777"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Lista de echipamente</w:t>
      </w:r>
      <w:r w:rsidR="0018467A">
        <w:rPr>
          <w:rFonts w:ascii="Calibri" w:hAnsi="Calibri"/>
          <w:sz w:val="24"/>
        </w:rPr>
        <w:t xml:space="preserve"> și/sau dotări</w:t>
      </w:r>
      <w:r w:rsidRPr="00C416F1">
        <w:rPr>
          <w:rFonts w:ascii="Calibri" w:hAnsi="Calibri"/>
          <w:sz w:val="24"/>
        </w:rPr>
        <w:t xml:space="preserve"> și/sau servicii cu încadrarea acestora pe secțiunea de cheltuieli eligibile /neeligibile (dacă este cazul)</w:t>
      </w:r>
    </w:p>
    <w:p w14:paraId="3C95C392" w14:textId="77777777" w:rsidR="00C416F1" w:rsidRDefault="00C416F1" w:rsidP="00C416F1">
      <w:pPr>
        <w:rPr>
          <w:rFonts w:ascii="Calibri" w:hAnsi="Calibri"/>
        </w:rPr>
      </w:pPr>
    </w:p>
    <w:p w14:paraId="587C9313" w14:textId="77777777" w:rsidR="00C416F1" w:rsidRPr="00C416F1" w:rsidRDefault="00C416F1" w:rsidP="00C416F1">
      <w:pPr>
        <w:rPr>
          <w:rFonts w:ascii="Calibri" w:hAnsi="Calibri"/>
        </w:rPr>
      </w:pPr>
    </w:p>
    <w:p w14:paraId="3E233457" w14:textId="5966280A"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 xml:space="preserve">În funcție de tipul de proiect, </w:t>
      </w:r>
      <w:r w:rsidR="00A16CD0" w:rsidRPr="00C416F1">
        <w:rPr>
          <w:rFonts w:ascii="Calibri" w:hAnsi="Calibri"/>
        </w:rPr>
        <w:t>și</w:t>
      </w:r>
      <w:r w:rsidRPr="00C416F1">
        <w:rPr>
          <w:rFonts w:ascii="Calibri" w:hAnsi="Calibri"/>
        </w:rPr>
        <w:t xml:space="preserve"> de ce se propune a se achiziționa se va completa următorul tabel:</w:t>
      </w:r>
    </w:p>
    <w:p w14:paraId="679BD1C8" w14:textId="77777777"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843"/>
        <w:gridCol w:w="709"/>
        <w:gridCol w:w="1275"/>
        <w:gridCol w:w="1105"/>
        <w:gridCol w:w="1469"/>
        <w:gridCol w:w="1080"/>
        <w:gridCol w:w="1733"/>
      </w:tblGrid>
      <w:tr w:rsidR="00C416F1" w:rsidRPr="00C416F1" w14:paraId="01B30D5B" w14:textId="77777777" w:rsidTr="0018467A">
        <w:trPr>
          <w:trHeight w:val="735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E03D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644B" w14:textId="77777777" w:rsidR="00C416F1" w:rsidRPr="00C416F1" w:rsidRDefault="00C416F1" w:rsidP="0018467A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dotărilor/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lucrărilor/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6CD0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519B0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762A2" w14:textId="77777777"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B7B2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14:paraId="5DB6EF25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14:paraId="4E014338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17CA0F3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18467A">
              <w:rPr>
                <w:rFonts w:ascii="Calibri" w:hAnsi="Calibri"/>
                <w:b/>
                <w:bCs/>
                <w:color w:val="000000"/>
                <w:lang w:eastAsia="ro-RO"/>
              </w:rPr>
              <w:t>Eligibil/neeligibil</w:t>
            </w:r>
          </w:p>
          <w:p w14:paraId="45374971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14:paraId="7509529B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</w:t>
            </w:r>
            <w:proofErr w:type="spellStart"/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şi</w:t>
            </w:r>
            <w:proofErr w:type="spellEnd"/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suma inclusă pe neeligibil)</w:t>
            </w:r>
          </w:p>
        </w:tc>
      </w:tr>
      <w:tr w:rsidR="00C416F1" w:rsidRPr="00C416F1" w14:paraId="45ABA5C6" w14:textId="77777777" w:rsidTr="0018467A">
        <w:trPr>
          <w:trHeight w:val="435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41813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C7DB4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F22FC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DC0B0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6010B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2EC6B" w14:textId="77777777"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7FB4B483" w14:textId="77777777"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527DF84E" w14:textId="77777777"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4E18F5F5" w14:textId="77777777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363CF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14:paraId="4BF06335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09837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61FC3225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CB02D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F760E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0CA67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1D105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C9377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A5236BD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F0AC9E7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4D91CD77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ABC3F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7CB4AE7A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6663F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D5654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5AD61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94C69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540BF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9E1A8BF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3113543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17EA0696" w14:textId="77777777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43D1F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9C7E0" w14:textId="77777777"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5885C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36ACFCCD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256B13F9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35C0172F" w14:textId="77777777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B54C7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14:paraId="30C0DDF7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62517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0F09B3FB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A68BF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12294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874A3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F7F23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D272C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BF4AB6F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61A34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0E29CCD8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00F0A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6D1DE951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CBDD7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BACDC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33FE6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73B70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00C35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19122E5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7F49CA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61A2A60A" w14:textId="77777777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433B6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0C4A0" w14:textId="77777777"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4238A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5B430D0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3CC1609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3883CF3C" w14:textId="77777777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8C824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2E63F" w14:textId="77777777"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7B834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14:paraId="02A2A160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3415845E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14:paraId="33B20D69" w14:textId="77777777" w:rsidR="00C416F1" w:rsidRPr="00C416F1" w:rsidRDefault="00C416F1" w:rsidP="00C416F1">
      <w:pPr>
        <w:rPr>
          <w:rFonts w:ascii="Calibri" w:hAnsi="Calibri"/>
        </w:rPr>
      </w:pPr>
    </w:p>
    <w:p w14:paraId="50B93C1A" w14:textId="77777777" w:rsidR="00110896" w:rsidRPr="00C416F1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FB1C6" w14:textId="77777777" w:rsidR="007472B9" w:rsidRDefault="007472B9">
      <w:r>
        <w:separator/>
      </w:r>
    </w:p>
  </w:endnote>
  <w:endnote w:type="continuationSeparator" w:id="0">
    <w:p w14:paraId="25B60AD4" w14:textId="77777777" w:rsidR="007472B9" w:rsidRDefault="0074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E951" w14:textId="77777777" w:rsidR="00723FB1" w:rsidRDefault="00723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B02A7E3" w14:textId="77777777">
      <w:trPr>
        <w:cantSplit/>
        <w:trHeight w:hRule="exact" w:val="340"/>
        <w:hidden/>
      </w:trPr>
      <w:tc>
        <w:tcPr>
          <w:tcW w:w="9210" w:type="dxa"/>
        </w:tcPr>
        <w:p w14:paraId="3B2EBC82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FEF6F13" w14:textId="77777777" w:rsidR="00F12E7F" w:rsidRDefault="00704451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0CF752DD" wp14:editId="0732938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5227BD" wp14:editId="7CCB500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D2154F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227BD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18D2154F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C9281B" wp14:editId="2614637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210F5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C9281B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58C210F5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385C90" wp14:editId="4843F11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F8870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7920AE6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8B90E1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385C90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12F8870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57920AE6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8B90E1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71847457" wp14:editId="017012E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853446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E0F6" w14:textId="77777777" w:rsidR="00072DDE" w:rsidRDefault="00704451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150CF6E0" wp14:editId="2D67B3B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6619C4" wp14:editId="2DF76D7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3794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619C4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36037940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82E37A2" wp14:editId="70190270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C268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E37A2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80C268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7F728F" wp14:editId="565A92C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91418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584C85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2059EF9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7F728F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73F91418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584C85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2059EF9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6BBD5998" wp14:editId="5A2307B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38BCE" w14:textId="77777777" w:rsidR="007472B9" w:rsidRDefault="007472B9">
      <w:r>
        <w:separator/>
      </w:r>
    </w:p>
  </w:footnote>
  <w:footnote w:type="continuationSeparator" w:id="0">
    <w:p w14:paraId="5A15B380" w14:textId="77777777" w:rsidR="007472B9" w:rsidRDefault="0074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FE14" w14:textId="77777777" w:rsidR="00723FB1" w:rsidRDefault="00A16CD0">
    <w:pPr>
      <w:pStyle w:val="Header"/>
    </w:pPr>
    <w:r>
      <w:pict w14:anchorId="5EA5C1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29" o:spid="_x0000_s2050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0B9E" w14:textId="77777777" w:rsidR="002B3BB9" w:rsidRPr="00851382" w:rsidRDefault="00A16CD0">
    <w:pPr>
      <w:pStyle w:val="Header"/>
      <w:rPr>
        <w:color w:val="999999"/>
      </w:rPr>
    </w:pPr>
    <w:r>
      <w:pict w14:anchorId="17F32C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30" o:spid="_x0000_s2051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04451"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670BC1E4" wp14:editId="491A31D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CD0A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40E4FB7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0BC1E4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CECD0A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40E4FB7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3328" w14:textId="77777777" w:rsidR="002B3BB9" w:rsidRDefault="00A16CD0">
    <w:pPr>
      <w:pStyle w:val="Header"/>
      <w:tabs>
        <w:tab w:val="clear" w:pos="4536"/>
        <w:tab w:val="clear" w:pos="9072"/>
        <w:tab w:val="left" w:pos="6473"/>
      </w:tabs>
    </w:pPr>
    <w:r>
      <w:pict w14:anchorId="43923E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28" o:spid="_x0000_s2049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04451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5C6CD8A7" wp14:editId="56C06B50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451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2EE1C470" wp14:editId="2639D78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451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140D2909" wp14:editId="57EC087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811990">
    <w:abstractNumId w:val="3"/>
  </w:num>
  <w:num w:numId="2" w16cid:durableId="1624579373">
    <w:abstractNumId w:val="2"/>
  </w:num>
  <w:num w:numId="3" w16cid:durableId="675350616">
    <w:abstractNumId w:val="1"/>
  </w:num>
  <w:num w:numId="4" w16cid:durableId="1309701741">
    <w:abstractNumId w:val="4"/>
  </w:num>
  <w:num w:numId="5" w16cid:durableId="55308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8467A"/>
    <w:rsid w:val="001A642B"/>
    <w:rsid w:val="001E7D06"/>
    <w:rsid w:val="002458FC"/>
    <w:rsid w:val="00255002"/>
    <w:rsid w:val="002773D0"/>
    <w:rsid w:val="002B3BB9"/>
    <w:rsid w:val="002C46CD"/>
    <w:rsid w:val="002C747F"/>
    <w:rsid w:val="002E07E9"/>
    <w:rsid w:val="002F1246"/>
    <w:rsid w:val="00326DC2"/>
    <w:rsid w:val="003310A0"/>
    <w:rsid w:val="00351F71"/>
    <w:rsid w:val="00376CFE"/>
    <w:rsid w:val="003E2E03"/>
    <w:rsid w:val="00474F02"/>
    <w:rsid w:val="00523BEA"/>
    <w:rsid w:val="005A6B00"/>
    <w:rsid w:val="005A7956"/>
    <w:rsid w:val="005C21C9"/>
    <w:rsid w:val="005C7AFF"/>
    <w:rsid w:val="00627CDC"/>
    <w:rsid w:val="00643AC4"/>
    <w:rsid w:val="006B79B9"/>
    <w:rsid w:val="006E65FC"/>
    <w:rsid w:val="006F14B9"/>
    <w:rsid w:val="00704451"/>
    <w:rsid w:val="007209E0"/>
    <w:rsid w:val="00723FB1"/>
    <w:rsid w:val="007472B9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17802"/>
    <w:rsid w:val="00936CF8"/>
    <w:rsid w:val="00950345"/>
    <w:rsid w:val="0095716B"/>
    <w:rsid w:val="009F711B"/>
    <w:rsid w:val="00A06DE4"/>
    <w:rsid w:val="00A16CD0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A2ACC17"/>
  <w15:chartTrackingRefBased/>
  <w15:docId w15:val="{DD4C6C33-A3DA-4FBE-9DB6-92C306EC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007A-E97C-41AC-80A1-9D834871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8</cp:revision>
  <cp:lastPrinted>2023-10-31T12:30:00Z</cp:lastPrinted>
  <dcterms:created xsi:type="dcterms:W3CDTF">2023-10-02T11:28:00Z</dcterms:created>
  <dcterms:modified xsi:type="dcterms:W3CDTF">2024-03-29T10:11:00Z</dcterms:modified>
</cp:coreProperties>
</file>